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803"/>
        <w:gridCol w:w="4768"/>
      </w:tblGrid>
      <w:tr w:rsidR="00A56E95" w:rsidRPr="000F7DF6" w:rsidTr="00FC03CE">
        <w:tc>
          <w:tcPr>
            <w:tcW w:w="4803" w:type="dxa"/>
          </w:tcPr>
          <w:p w:rsidR="00A56E95" w:rsidRPr="000F7DF6" w:rsidRDefault="00A56E95" w:rsidP="0038485A">
            <w:pPr>
              <w:jc w:val="center"/>
              <w:rPr>
                <w:sz w:val="24"/>
              </w:rPr>
            </w:pPr>
            <w:r w:rsidRPr="000F7DF6">
              <w:rPr>
                <w:sz w:val="24"/>
              </w:rPr>
              <w:t>Российская Федерация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</w:p>
          <w:p w:rsidR="00A56E95" w:rsidRPr="000F7DF6" w:rsidRDefault="00A56E95" w:rsidP="0038485A">
            <w:pPr>
              <w:jc w:val="center"/>
              <w:rPr>
                <w:b/>
                <w:sz w:val="24"/>
              </w:rPr>
            </w:pPr>
            <w:r w:rsidRPr="000F7DF6">
              <w:rPr>
                <w:b/>
                <w:sz w:val="24"/>
              </w:rPr>
              <w:t>Муниципальное бюджетное образовательное</w:t>
            </w:r>
          </w:p>
          <w:p w:rsidR="00A56E95" w:rsidRPr="000F7DF6" w:rsidRDefault="00A56E95" w:rsidP="0038485A">
            <w:pPr>
              <w:jc w:val="center"/>
              <w:rPr>
                <w:b/>
                <w:sz w:val="24"/>
              </w:rPr>
            </w:pPr>
            <w:r w:rsidRPr="000F7DF6">
              <w:rPr>
                <w:b/>
                <w:sz w:val="24"/>
              </w:rPr>
              <w:t>учреждение</w:t>
            </w:r>
          </w:p>
          <w:p w:rsidR="00A56E95" w:rsidRPr="000F7DF6" w:rsidRDefault="00A56E95" w:rsidP="0038485A">
            <w:pPr>
              <w:jc w:val="center"/>
              <w:rPr>
                <w:b/>
                <w:sz w:val="24"/>
              </w:rPr>
            </w:pPr>
            <w:r w:rsidRPr="000F7DF6">
              <w:rPr>
                <w:b/>
                <w:sz w:val="24"/>
              </w:rPr>
              <w:t>«Средняя общеобразовательная</w:t>
            </w:r>
          </w:p>
          <w:p w:rsidR="00A56E95" w:rsidRPr="000F7DF6" w:rsidRDefault="00A56E95" w:rsidP="0038485A">
            <w:pPr>
              <w:jc w:val="center"/>
              <w:rPr>
                <w:b/>
                <w:sz w:val="24"/>
              </w:rPr>
            </w:pPr>
            <w:r w:rsidRPr="000F7DF6">
              <w:rPr>
                <w:b/>
                <w:sz w:val="24"/>
              </w:rPr>
              <w:t>школа № 21»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  <w:r w:rsidRPr="000F7DF6">
              <w:rPr>
                <w:sz w:val="24"/>
              </w:rPr>
              <w:t>164500, Архангельская обл.,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  <w:r w:rsidRPr="000F7DF6">
              <w:rPr>
                <w:sz w:val="24"/>
              </w:rPr>
              <w:t>г. Северодвинск,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  <w:r w:rsidRPr="000F7DF6">
              <w:rPr>
                <w:sz w:val="24"/>
              </w:rPr>
              <w:t>ул. Серго Орджоникидзе, 15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</w:p>
          <w:p w:rsidR="00A56E95" w:rsidRPr="000F7DF6" w:rsidRDefault="00A56E95" w:rsidP="0038485A">
            <w:pPr>
              <w:jc w:val="center"/>
              <w:rPr>
                <w:sz w:val="24"/>
                <w:lang w:val="en-US"/>
              </w:rPr>
            </w:pPr>
            <w:r w:rsidRPr="000F7DF6">
              <w:rPr>
                <w:spacing w:val="-14"/>
                <w:sz w:val="24"/>
              </w:rPr>
              <w:t>е</w:t>
            </w:r>
            <w:r w:rsidRPr="000F7DF6">
              <w:rPr>
                <w:spacing w:val="-14"/>
                <w:sz w:val="24"/>
                <w:lang w:val="en-US"/>
              </w:rPr>
              <w:t>-mail:</w:t>
            </w:r>
            <w:r w:rsidRPr="000F7DF6">
              <w:rPr>
                <w:sz w:val="24"/>
                <w:lang w:val="en-US"/>
              </w:rPr>
              <w:t xml:space="preserve"> school21edu@mail.ru</w:t>
            </w:r>
          </w:p>
          <w:p w:rsidR="00A56E95" w:rsidRPr="000F7DF6" w:rsidRDefault="00A56E95" w:rsidP="0038485A">
            <w:pPr>
              <w:jc w:val="center"/>
              <w:rPr>
                <w:sz w:val="24"/>
                <w:lang w:val="en-US"/>
              </w:rPr>
            </w:pPr>
            <w:r w:rsidRPr="000F7DF6">
              <w:rPr>
                <w:sz w:val="24"/>
              </w:rPr>
              <w:t>факс</w:t>
            </w:r>
            <w:r w:rsidRPr="000F7DF6">
              <w:rPr>
                <w:sz w:val="24"/>
                <w:lang w:val="en-US"/>
              </w:rPr>
              <w:t xml:space="preserve"> </w:t>
            </w:r>
            <w:r w:rsidRPr="000F7DF6">
              <w:rPr>
                <w:spacing w:val="-13"/>
                <w:sz w:val="24"/>
                <w:lang w:val="en-US"/>
              </w:rPr>
              <w:t>8 (8184) 5</w:t>
            </w:r>
            <w:r w:rsidRPr="000F7DF6">
              <w:rPr>
                <w:sz w:val="24"/>
                <w:lang w:val="en-US"/>
              </w:rPr>
              <w:t>3-18-13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  <w:r w:rsidRPr="000F7DF6">
              <w:rPr>
                <w:sz w:val="24"/>
              </w:rPr>
              <w:t xml:space="preserve">тел. 53-05-35     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</w:p>
          <w:p w:rsidR="00A56E95" w:rsidRPr="000F7DF6" w:rsidRDefault="00A56E95" w:rsidP="0038485A">
            <w:pPr>
              <w:jc w:val="center"/>
              <w:rPr>
                <w:sz w:val="24"/>
                <w:u w:val="single"/>
              </w:rPr>
            </w:pPr>
            <w:r w:rsidRPr="000F7DF6">
              <w:rPr>
                <w:sz w:val="24"/>
                <w:u w:val="single"/>
              </w:rPr>
              <w:t>20.11.2014г.</w:t>
            </w:r>
            <w:r w:rsidRPr="000F7DF6">
              <w:rPr>
                <w:sz w:val="24"/>
              </w:rPr>
              <w:t xml:space="preserve"> № </w:t>
            </w:r>
            <w:r w:rsidRPr="000F7DF6">
              <w:rPr>
                <w:sz w:val="24"/>
                <w:u w:val="single"/>
              </w:rPr>
              <w:t>01-38-</w:t>
            </w:r>
            <w:r>
              <w:rPr>
                <w:sz w:val="24"/>
                <w:u w:val="single"/>
              </w:rPr>
              <w:t>344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  <w:r w:rsidRPr="000F7DF6">
              <w:rPr>
                <w:sz w:val="24"/>
              </w:rPr>
              <w:t>На № ___________ от ____________</w:t>
            </w:r>
          </w:p>
          <w:p w:rsidR="00A56E95" w:rsidRPr="000F7DF6" w:rsidRDefault="00A56E95" w:rsidP="0038485A">
            <w:pPr>
              <w:jc w:val="center"/>
              <w:rPr>
                <w:sz w:val="24"/>
              </w:rPr>
            </w:pPr>
          </w:p>
        </w:tc>
        <w:tc>
          <w:tcPr>
            <w:tcW w:w="4768" w:type="dxa"/>
          </w:tcPr>
          <w:p w:rsidR="00A56E95" w:rsidRPr="000F7DF6" w:rsidRDefault="00A56E95" w:rsidP="0038485A">
            <w:pPr>
              <w:ind w:hanging="66"/>
              <w:rPr>
                <w:b/>
                <w:sz w:val="24"/>
              </w:rPr>
            </w:pPr>
            <w:r w:rsidRPr="000F7DF6">
              <w:rPr>
                <w:b/>
                <w:sz w:val="24"/>
              </w:rPr>
              <w:t>Начальнику Управления образования</w:t>
            </w:r>
          </w:p>
          <w:p w:rsidR="00A56E95" w:rsidRPr="000F7DF6" w:rsidRDefault="00A56E95" w:rsidP="0038485A">
            <w:pPr>
              <w:ind w:hanging="66"/>
              <w:rPr>
                <w:b/>
                <w:sz w:val="24"/>
              </w:rPr>
            </w:pPr>
            <w:r w:rsidRPr="000F7DF6">
              <w:rPr>
                <w:b/>
                <w:sz w:val="24"/>
              </w:rPr>
              <w:t>Администрации МО Северодвинск</w:t>
            </w:r>
          </w:p>
          <w:p w:rsidR="00A56E95" w:rsidRPr="000F7DF6" w:rsidRDefault="00A56E95" w:rsidP="0038485A">
            <w:pPr>
              <w:ind w:hanging="66"/>
              <w:rPr>
                <w:b/>
                <w:sz w:val="24"/>
              </w:rPr>
            </w:pPr>
          </w:p>
          <w:p w:rsidR="00A56E95" w:rsidRPr="000F7DF6" w:rsidRDefault="00A56E95" w:rsidP="0038485A">
            <w:pPr>
              <w:ind w:hanging="66"/>
              <w:rPr>
                <w:b/>
                <w:sz w:val="24"/>
              </w:rPr>
            </w:pPr>
            <w:r w:rsidRPr="000F7DF6">
              <w:rPr>
                <w:b/>
                <w:sz w:val="24"/>
              </w:rPr>
              <w:t>С.Г.Попе</w:t>
            </w:r>
          </w:p>
          <w:p w:rsidR="00A56E95" w:rsidRPr="000F7DF6" w:rsidRDefault="00A56E95" w:rsidP="0038485A">
            <w:pPr>
              <w:jc w:val="both"/>
              <w:rPr>
                <w:sz w:val="24"/>
              </w:rPr>
            </w:pPr>
          </w:p>
        </w:tc>
      </w:tr>
    </w:tbl>
    <w:p w:rsidR="00A56E95" w:rsidRPr="000F7DF6" w:rsidRDefault="00A56E95" w:rsidP="00516DC2">
      <w:pPr>
        <w:pStyle w:val="Style6"/>
        <w:widowControl/>
        <w:spacing w:before="115"/>
        <w:ind w:firstLine="0"/>
        <w:jc w:val="center"/>
        <w:rPr>
          <w:rStyle w:val="FontStyle18"/>
          <w:sz w:val="24"/>
          <w:szCs w:val="24"/>
        </w:rPr>
      </w:pPr>
    </w:p>
    <w:p w:rsidR="00A56E95" w:rsidRDefault="00A56E95" w:rsidP="000F7DF6">
      <w:pPr>
        <w:pStyle w:val="Style6"/>
        <w:widowControl/>
        <w:spacing w:line="240" w:lineRule="auto"/>
        <w:ind w:firstLine="0"/>
        <w:jc w:val="center"/>
        <w:rPr>
          <w:rStyle w:val="FontStyle18"/>
          <w:b/>
          <w:sz w:val="24"/>
          <w:szCs w:val="24"/>
        </w:rPr>
      </w:pPr>
      <w:r w:rsidRPr="000F7DF6">
        <w:rPr>
          <w:rStyle w:val="FontStyle18"/>
          <w:b/>
          <w:sz w:val="24"/>
          <w:szCs w:val="24"/>
        </w:rPr>
        <w:t xml:space="preserve">Отчёт </w:t>
      </w:r>
    </w:p>
    <w:p w:rsidR="00A56E95" w:rsidRPr="000F7DF6" w:rsidRDefault="00A56E95" w:rsidP="000F7DF6">
      <w:pPr>
        <w:pStyle w:val="Style6"/>
        <w:widowControl/>
        <w:spacing w:line="240" w:lineRule="auto"/>
        <w:ind w:firstLine="0"/>
        <w:jc w:val="center"/>
        <w:rPr>
          <w:rStyle w:val="FontStyle16"/>
          <w:b w:val="0"/>
          <w:bCs w:val="0"/>
          <w:sz w:val="24"/>
          <w:szCs w:val="24"/>
        </w:rPr>
      </w:pPr>
      <w:r w:rsidRPr="000F7DF6">
        <w:rPr>
          <w:rStyle w:val="FontStyle18"/>
          <w:b/>
          <w:sz w:val="24"/>
          <w:szCs w:val="24"/>
        </w:rPr>
        <w:t>об исполнении плана по противодействию коррупции</w:t>
      </w:r>
      <w:r w:rsidRPr="000F7DF6">
        <w:rPr>
          <w:rStyle w:val="FontStyle18"/>
          <w:sz w:val="24"/>
          <w:szCs w:val="24"/>
        </w:rPr>
        <w:t xml:space="preserve"> </w:t>
      </w:r>
      <w:r w:rsidRPr="000F7DF6">
        <w:rPr>
          <w:rStyle w:val="FontStyle16"/>
          <w:sz w:val="24"/>
          <w:szCs w:val="24"/>
        </w:rPr>
        <w:t>за 2013</w:t>
      </w:r>
      <w:r>
        <w:rPr>
          <w:rStyle w:val="FontStyle16"/>
          <w:sz w:val="24"/>
          <w:szCs w:val="24"/>
        </w:rPr>
        <w:t xml:space="preserve"> </w:t>
      </w:r>
      <w:r w:rsidRPr="000F7DF6">
        <w:rPr>
          <w:rStyle w:val="FontStyle16"/>
          <w:sz w:val="24"/>
          <w:szCs w:val="24"/>
        </w:rPr>
        <w:t>год</w:t>
      </w:r>
    </w:p>
    <w:p w:rsidR="00A56E95" w:rsidRPr="000F7DF6" w:rsidRDefault="00A56E95" w:rsidP="00516DC2">
      <w:pPr>
        <w:pStyle w:val="Style7"/>
        <w:widowControl/>
        <w:spacing w:line="240" w:lineRule="exact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3130"/>
        <w:gridCol w:w="1822"/>
        <w:gridCol w:w="2042"/>
        <w:gridCol w:w="2017"/>
      </w:tblGrid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b/>
                <w:sz w:val="24"/>
              </w:rPr>
            </w:pPr>
            <w:r w:rsidRPr="009B4AF0">
              <w:rPr>
                <w:b/>
                <w:sz w:val="24"/>
              </w:rPr>
              <w:t>№ п/п</w:t>
            </w:r>
          </w:p>
        </w:tc>
        <w:tc>
          <w:tcPr>
            <w:tcW w:w="3220" w:type="dxa"/>
          </w:tcPr>
          <w:p w:rsidR="00A56E95" w:rsidRPr="009B4AF0" w:rsidRDefault="00A56E95" w:rsidP="009B4AF0">
            <w:pPr>
              <w:jc w:val="center"/>
              <w:rPr>
                <w:b/>
                <w:sz w:val="24"/>
              </w:rPr>
            </w:pPr>
            <w:r w:rsidRPr="009B4AF0">
              <w:rPr>
                <w:b/>
                <w:sz w:val="24"/>
              </w:rPr>
              <w:t>Мероприятия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b/>
                <w:sz w:val="24"/>
              </w:rPr>
            </w:pPr>
            <w:r w:rsidRPr="009B4AF0">
              <w:rPr>
                <w:b/>
                <w:sz w:val="24"/>
              </w:rPr>
              <w:t>Сроки проведения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b/>
                <w:sz w:val="24"/>
              </w:rPr>
            </w:pPr>
            <w:r w:rsidRPr="009B4AF0">
              <w:rPr>
                <w:b/>
                <w:sz w:val="24"/>
              </w:rPr>
              <w:t>Ответственный</w:t>
            </w: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b/>
                <w:sz w:val="24"/>
              </w:rPr>
            </w:pPr>
            <w:r w:rsidRPr="009B4AF0">
              <w:rPr>
                <w:b/>
                <w:sz w:val="24"/>
              </w:rPr>
              <w:t>Отметка о проведении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1.</w:t>
            </w:r>
          </w:p>
        </w:tc>
        <w:tc>
          <w:tcPr>
            <w:tcW w:w="3220" w:type="dxa"/>
          </w:tcPr>
          <w:p w:rsidR="00A56E95" w:rsidRPr="009B4AF0" w:rsidRDefault="00A56E95" w:rsidP="009B4AF0">
            <w:pPr>
              <w:pStyle w:val="Style11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18"/>
                <w:sz w:val="24"/>
                <w:szCs w:val="24"/>
              </w:rPr>
            </w:pPr>
            <w:r w:rsidRPr="009B4AF0">
              <w:rPr>
                <w:rStyle w:val="FontStyle18"/>
                <w:sz w:val="24"/>
                <w:szCs w:val="24"/>
              </w:rPr>
              <w:t>Проведена разъяснительная работа среди педагогических работников  по основным принципам и организационным основам антикоррупционного законодательства.</w:t>
            </w:r>
          </w:p>
          <w:p w:rsidR="00A56E95" w:rsidRPr="009B4AF0" w:rsidRDefault="00A56E95" w:rsidP="009B4AF0">
            <w:pPr>
              <w:pStyle w:val="Style11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октябрь  2013г.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Заместитель директора по УР</w:t>
            </w:r>
          </w:p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Лебедева И.В.</w:t>
            </w: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Общее собрание работников учредения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2.</w:t>
            </w:r>
          </w:p>
        </w:tc>
        <w:tc>
          <w:tcPr>
            <w:tcW w:w="3220" w:type="dxa"/>
          </w:tcPr>
          <w:p w:rsidR="00A56E95" w:rsidRPr="009B4AF0" w:rsidRDefault="00A56E95" w:rsidP="009B4AF0">
            <w:pPr>
              <w:pStyle w:val="Style11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9B4AF0">
              <w:rPr>
                <w:rStyle w:val="FontStyle18"/>
                <w:sz w:val="24"/>
                <w:szCs w:val="24"/>
              </w:rPr>
              <w:t>Проведена на родительских собраниях разъяснительная работа по основным принципам и организационным основам антикоррупционного законодательства.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сентябрь 2013г.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Классные руководители</w:t>
            </w: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Родительские собрания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3.</w:t>
            </w:r>
          </w:p>
        </w:tc>
        <w:tc>
          <w:tcPr>
            <w:tcW w:w="3220" w:type="dxa"/>
          </w:tcPr>
          <w:p w:rsidR="00A56E95" w:rsidRPr="009B4AF0" w:rsidRDefault="00A56E95" w:rsidP="009B4AF0">
            <w:pPr>
              <w:pStyle w:val="Style11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9B4AF0">
              <w:rPr>
                <w:rStyle w:val="FontStyle18"/>
                <w:sz w:val="24"/>
                <w:szCs w:val="24"/>
              </w:rPr>
              <w:t xml:space="preserve"> Установлено наблюдение о фактах немотивированного сбора денежных средств и материальных ценностей с родителей (законных представителей) обучающихся на цели, не связанные с образовательным процессом.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постоянно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Заместитель директора по УР</w:t>
            </w:r>
          </w:p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Лебедева И.В.</w:t>
            </w: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Наблюдение ведётся постоянно, таких фактов не выявлено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4.</w:t>
            </w:r>
          </w:p>
        </w:tc>
        <w:tc>
          <w:tcPr>
            <w:tcW w:w="3220" w:type="dxa"/>
          </w:tcPr>
          <w:p w:rsidR="00A56E95" w:rsidRPr="009B4AF0" w:rsidRDefault="00A56E95" w:rsidP="009B4AF0">
            <w:pPr>
              <w:pStyle w:val="Style11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9B4AF0">
              <w:rPr>
                <w:rStyle w:val="FontStyle18"/>
                <w:sz w:val="24"/>
                <w:szCs w:val="24"/>
              </w:rPr>
              <w:t>Разработан  и утверждён  комплекс мер по профилактике действий, связанных с коррупцией.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сентябрь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Проведение совещание при директоре по вопросу антикоррупции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5.</w:t>
            </w:r>
          </w:p>
        </w:tc>
        <w:tc>
          <w:tcPr>
            <w:tcW w:w="3220" w:type="dxa"/>
          </w:tcPr>
          <w:p w:rsidR="00A56E95" w:rsidRPr="009B4AF0" w:rsidRDefault="00A56E95" w:rsidP="009B4AF0">
            <w:pPr>
              <w:pStyle w:val="Style11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9B4AF0">
              <w:rPr>
                <w:rStyle w:val="FontStyle18"/>
                <w:sz w:val="24"/>
                <w:szCs w:val="24"/>
              </w:rPr>
              <w:t xml:space="preserve">Соблюдение принципов  добровольности, равноправия и гласности в вопросах привлечения благотворительных денежных средств и материальных ценностей 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Постоянно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Шумилова С.А., главный бухгалтер</w:t>
            </w: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Отчеты о привлечении и расходовании средств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6.</w:t>
            </w:r>
          </w:p>
        </w:tc>
        <w:tc>
          <w:tcPr>
            <w:tcW w:w="3220" w:type="dxa"/>
          </w:tcPr>
          <w:p w:rsidR="00A56E95" w:rsidRPr="009B4AF0" w:rsidRDefault="00A56E95" w:rsidP="007F477E">
            <w:pPr>
              <w:rPr>
                <w:rStyle w:val="FontStyle18"/>
                <w:sz w:val="24"/>
                <w:szCs w:val="24"/>
              </w:rPr>
            </w:pPr>
            <w:r w:rsidRPr="009B4AF0">
              <w:rPr>
                <w:rStyle w:val="FontStyle18"/>
                <w:sz w:val="24"/>
                <w:szCs w:val="24"/>
              </w:rPr>
              <w:t>Работа управляющего совета по привлечению дополнительных средств на развитие школы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в течение года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Председатель управляющего совета</w:t>
            </w:r>
          </w:p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Клочкова Е.В.</w:t>
            </w: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Отчеты о привлечении и расходовании средств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7.</w:t>
            </w:r>
          </w:p>
        </w:tc>
        <w:tc>
          <w:tcPr>
            <w:tcW w:w="3220" w:type="dxa"/>
          </w:tcPr>
          <w:p w:rsidR="00A56E95" w:rsidRPr="009B4AF0" w:rsidRDefault="00A56E95" w:rsidP="007F477E">
            <w:pPr>
              <w:rPr>
                <w:rStyle w:val="FontStyle18"/>
                <w:sz w:val="24"/>
                <w:szCs w:val="24"/>
              </w:rPr>
            </w:pPr>
            <w:r w:rsidRPr="009B4AF0">
              <w:rPr>
                <w:rStyle w:val="FontStyle18"/>
                <w:sz w:val="24"/>
                <w:szCs w:val="24"/>
              </w:rPr>
              <w:t xml:space="preserve">Назначение ответственного за работу по противодействию коррупции 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 xml:space="preserve">сентябрь </w:t>
            </w:r>
          </w:p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2013 г.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spacing w:line="276" w:lineRule="auto"/>
              <w:jc w:val="center"/>
              <w:rPr>
                <w:sz w:val="24"/>
                <w:szCs w:val="22"/>
              </w:rPr>
            </w:pPr>
            <w:r w:rsidRPr="009B4AF0">
              <w:rPr>
                <w:sz w:val="24"/>
                <w:szCs w:val="22"/>
              </w:rPr>
              <w:t xml:space="preserve">Кульшина Н.В., директор </w:t>
            </w:r>
          </w:p>
          <w:p w:rsidR="00A56E95" w:rsidRPr="009B4AF0" w:rsidRDefault="00A56E95" w:rsidP="009B4AF0">
            <w:pPr>
              <w:jc w:val="center"/>
              <w:rPr>
                <w:sz w:val="24"/>
              </w:rPr>
            </w:pP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Приказ № 109/22 – о.д. от 02.09.2013г.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8.</w:t>
            </w:r>
          </w:p>
        </w:tc>
        <w:tc>
          <w:tcPr>
            <w:tcW w:w="3220" w:type="dxa"/>
          </w:tcPr>
          <w:p w:rsidR="00A56E95" w:rsidRPr="009B4AF0" w:rsidRDefault="00A56E95" w:rsidP="000F7DF6">
            <w:pPr>
              <w:rPr>
                <w:rStyle w:val="FontStyle18"/>
                <w:sz w:val="24"/>
                <w:szCs w:val="24"/>
              </w:rPr>
            </w:pPr>
            <w:r w:rsidRPr="009B4AF0">
              <w:rPr>
                <w:rStyle w:val="FontStyle18"/>
                <w:sz w:val="24"/>
                <w:szCs w:val="24"/>
              </w:rPr>
              <w:t xml:space="preserve">Разработка плана работы школы по противодействию коррупции 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сентябрь 2013г.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  <w:szCs w:val="22"/>
              </w:rPr>
              <w:t>Лебедева И.В., заместитель директора по УР</w:t>
            </w: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Наличие плана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9.</w:t>
            </w:r>
          </w:p>
        </w:tc>
        <w:tc>
          <w:tcPr>
            <w:tcW w:w="3220" w:type="dxa"/>
          </w:tcPr>
          <w:p w:rsidR="00A56E95" w:rsidRPr="009B4AF0" w:rsidRDefault="00A56E95" w:rsidP="007F477E">
            <w:pPr>
              <w:rPr>
                <w:rStyle w:val="FontStyle18"/>
                <w:sz w:val="24"/>
                <w:szCs w:val="24"/>
              </w:rPr>
            </w:pPr>
            <w:r w:rsidRPr="009B4AF0">
              <w:rPr>
                <w:rStyle w:val="FontStyle18"/>
                <w:sz w:val="24"/>
                <w:szCs w:val="24"/>
              </w:rPr>
              <w:t>Ознакомление о работе телефона «горячей линии»  и часах приема граждан администрацией школы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сентябрь 2013г.</w:t>
            </w:r>
          </w:p>
        </w:tc>
        <w:tc>
          <w:tcPr>
            <w:tcW w:w="2054" w:type="dxa"/>
          </w:tcPr>
          <w:p w:rsidR="00A56E95" w:rsidRPr="009B4AF0" w:rsidRDefault="00A56E95" w:rsidP="009B4AF0">
            <w:pPr>
              <w:spacing w:line="276" w:lineRule="auto"/>
              <w:jc w:val="center"/>
              <w:rPr>
                <w:sz w:val="24"/>
                <w:szCs w:val="22"/>
              </w:rPr>
            </w:pPr>
            <w:r w:rsidRPr="009B4AF0">
              <w:rPr>
                <w:sz w:val="24"/>
                <w:szCs w:val="22"/>
              </w:rPr>
              <w:t xml:space="preserve">Кульшина Н.В., директор </w:t>
            </w:r>
          </w:p>
          <w:p w:rsidR="00A56E95" w:rsidRPr="009B4AF0" w:rsidRDefault="00A56E95" w:rsidP="009B4AF0">
            <w:pPr>
              <w:jc w:val="center"/>
              <w:rPr>
                <w:sz w:val="24"/>
              </w:rPr>
            </w:pP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Информирование трудового коллектива, родителей обучающихся</w:t>
            </w:r>
          </w:p>
        </w:tc>
      </w:tr>
      <w:tr w:rsidR="00A56E95" w:rsidRPr="000F7DF6" w:rsidTr="009B4AF0">
        <w:tc>
          <w:tcPr>
            <w:tcW w:w="49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10.</w:t>
            </w:r>
          </w:p>
        </w:tc>
        <w:tc>
          <w:tcPr>
            <w:tcW w:w="3220" w:type="dxa"/>
          </w:tcPr>
          <w:p w:rsidR="00A56E95" w:rsidRPr="009B4AF0" w:rsidRDefault="00A56E95" w:rsidP="000F7DF6">
            <w:pPr>
              <w:rPr>
                <w:rStyle w:val="FontStyle18"/>
                <w:sz w:val="24"/>
                <w:szCs w:val="24"/>
              </w:rPr>
            </w:pPr>
            <w:r w:rsidRPr="009B4AF0">
              <w:rPr>
                <w:rStyle w:val="FontStyle18"/>
                <w:sz w:val="24"/>
                <w:szCs w:val="24"/>
              </w:rPr>
              <w:t xml:space="preserve">Размещение на сайте информации о работе по противодействию коррупции </w:t>
            </w:r>
          </w:p>
        </w:tc>
        <w:tc>
          <w:tcPr>
            <w:tcW w:w="1863" w:type="dxa"/>
          </w:tcPr>
          <w:p w:rsidR="00A56E95" w:rsidRPr="009B4AF0" w:rsidRDefault="00A56E95" w:rsidP="009B4AF0">
            <w:pPr>
              <w:jc w:val="center"/>
              <w:rPr>
                <w:sz w:val="24"/>
                <w:szCs w:val="22"/>
              </w:rPr>
            </w:pPr>
            <w:r w:rsidRPr="009B4AF0">
              <w:rPr>
                <w:sz w:val="24"/>
                <w:szCs w:val="22"/>
              </w:rPr>
              <w:t>в течение года</w:t>
            </w:r>
          </w:p>
          <w:p w:rsidR="00A56E95" w:rsidRPr="009B4AF0" w:rsidRDefault="00A56E95" w:rsidP="009B4AF0">
            <w:pPr>
              <w:jc w:val="center"/>
              <w:rPr>
                <w:sz w:val="24"/>
                <w:szCs w:val="22"/>
              </w:rPr>
            </w:pPr>
          </w:p>
          <w:p w:rsidR="00A56E95" w:rsidRPr="009B4AF0" w:rsidRDefault="00A56E95" w:rsidP="009B4AF0">
            <w:pPr>
              <w:jc w:val="center"/>
              <w:rPr>
                <w:sz w:val="24"/>
              </w:rPr>
            </w:pPr>
          </w:p>
        </w:tc>
        <w:tc>
          <w:tcPr>
            <w:tcW w:w="2054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Заместитель директора по УР</w:t>
            </w:r>
          </w:p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</w:rPr>
              <w:t>Лебедева И.В.</w:t>
            </w:r>
          </w:p>
        </w:tc>
        <w:tc>
          <w:tcPr>
            <w:tcW w:w="1937" w:type="dxa"/>
          </w:tcPr>
          <w:p w:rsidR="00A56E95" w:rsidRPr="009B4AF0" w:rsidRDefault="00A56E95" w:rsidP="009B4AF0">
            <w:pPr>
              <w:jc w:val="center"/>
              <w:rPr>
                <w:sz w:val="24"/>
              </w:rPr>
            </w:pPr>
            <w:r w:rsidRPr="009B4AF0">
              <w:rPr>
                <w:sz w:val="24"/>
                <w:szCs w:val="22"/>
              </w:rPr>
              <w:t>Наличие информации на сайте</w:t>
            </w:r>
          </w:p>
        </w:tc>
      </w:tr>
    </w:tbl>
    <w:p w:rsidR="00A56E95" w:rsidRPr="000F7DF6" w:rsidRDefault="00A56E95" w:rsidP="00516DC2">
      <w:pPr>
        <w:rPr>
          <w:sz w:val="24"/>
        </w:rPr>
      </w:pPr>
    </w:p>
    <w:p w:rsidR="00A56E95" w:rsidRPr="000F7DF6" w:rsidRDefault="00A56E95" w:rsidP="00516DC2">
      <w:pPr>
        <w:rPr>
          <w:sz w:val="24"/>
        </w:rPr>
      </w:pPr>
    </w:p>
    <w:p w:rsidR="00A56E95" w:rsidRPr="000F7DF6" w:rsidRDefault="00A56E95">
      <w:pPr>
        <w:spacing w:after="200" w:line="276" w:lineRule="auto"/>
        <w:rPr>
          <w:rStyle w:val="FontStyle18"/>
          <w:sz w:val="24"/>
          <w:szCs w:val="24"/>
        </w:rPr>
      </w:pPr>
      <w:r w:rsidRPr="000F7DF6">
        <w:rPr>
          <w:rStyle w:val="FontStyle18"/>
          <w:sz w:val="24"/>
          <w:szCs w:val="24"/>
        </w:rPr>
        <w:t>Директор</w:t>
      </w:r>
      <w:r w:rsidRPr="000F7DF6">
        <w:rPr>
          <w:rStyle w:val="FontStyle18"/>
          <w:sz w:val="24"/>
          <w:szCs w:val="24"/>
        </w:rPr>
        <w:tab/>
      </w:r>
      <w:r w:rsidRPr="000F7DF6">
        <w:rPr>
          <w:rStyle w:val="FontStyle18"/>
          <w:sz w:val="24"/>
          <w:szCs w:val="24"/>
        </w:rPr>
        <w:tab/>
      </w:r>
      <w:r w:rsidRPr="000F7DF6">
        <w:rPr>
          <w:rStyle w:val="FontStyle18"/>
          <w:sz w:val="24"/>
          <w:szCs w:val="24"/>
        </w:rPr>
        <w:tab/>
      </w:r>
      <w:r w:rsidRPr="000F7DF6">
        <w:rPr>
          <w:rStyle w:val="FontStyle18"/>
          <w:sz w:val="24"/>
          <w:szCs w:val="24"/>
        </w:rPr>
        <w:tab/>
      </w:r>
      <w:r w:rsidRPr="000F7DF6">
        <w:rPr>
          <w:rStyle w:val="FontStyle18"/>
          <w:sz w:val="24"/>
          <w:szCs w:val="24"/>
        </w:rPr>
        <w:tab/>
      </w:r>
      <w:r w:rsidRPr="000F7DF6">
        <w:rPr>
          <w:rStyle w:val="FontStyle18"/>
          <w:sz w:val="24"/>
          <w:szCs w:val="24"/>
        </w:rPr>
        <w:tab/>
      </w:r>
      <w:r w:rsidRPr="000F7DF6">
        <w:rPr>
          <w:rStyle w:val="FontStyle18"/>
          <w:sz w:val="24"/>
          <w:szCs w:val="24"/>
        </w:rPr>
        <w:tab/>
      </w:r>
      <w:r>
        <w:rPr>
          <w:rStyle w:val="FontStyle18"/>
          <w:sz w:val="24"/>
          <w:szCs w:val="24"/>
        </w:rPr>
        <w:tab/>
      </w:r>
      <w:r w:rsidRPr="000F7DF6">
        <w:rPr>
          <w:rStyle w:val="FontStyle18"/>
          <w:sz w:val="24"/>
          <w:szCs w:val="24"/>
        </w:rPr>
        <w:t>Н.В. Кульшина</w:t>
      </w:r>
    </w:p>
    <w:p w:rsidR="00A56E95" w:rsidRPr="000F7DF6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Pr="000F7DF6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Pr="000F7DF6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Pr="000F7DF6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p w:rsidR="00A56E95" w:rsidRDefault="00A56E95" w:rsidP="00A21BA3">
      <w:pPr>
        <w:spacing w:before="30" w:after="30"/>
        <w:jc w:val="center"/>
        <w:rPr>
          <w:b/>
          <w:bCs/>
          <w:color w:val="000000"/>
          <w:sz w:val="24"/>
          <w:shd w:val="clear" w:color="auto" w:fill="FFFFFF"/>
        </w:rPr>
      </w:pPr>
    </w:p>
    <w:sectPr w:rsidR="00A56E95" w:rsidSect="0099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E95" w:rsidRDefault="00A56E95" w:rsidP="00C91093">
      <w:r>
        <w:separator/>
      </w:r>
    </w:p>
  </w:endnote>
  <w:endnote w:type="continuationSeparator" w:id="0">
    <w:p w:rsidR="00A56E95" w:rsidRDefault="00A56E95" w:rsidP="00C91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E95" w:rsidRDefault="00A56E95" w:rsidP="00C91093">
      <w:r>
        <w:separator/>
      </w:r>
    </w:p>
  </w:footnote>
  <w:footnote w:type="continuationSeparator" w:id="0">
    <w:p w:rsidR="00A56E95" w:rsidRDefault="00A56E95" w:rsidP="00C910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E6261"/>
    <w:multiLevelType w:val="hybridMultilevel"/>
    <w:tmpl w:val="B3A44BDA"/>
    <w:lvl w:ilvl="0" w:tplc="3BEADA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353FF"/>
    <w:multiLevelType w:val="multilevel"/>
    <w:tmpl w:val="692E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712789"/>
    <w:multiLevelType w:val="hybridMultilevel"/>
    <w:tmpl w:val="EAB47F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042894"/>
    <w:multiLevelType w:val="hybridMultilevel"/>
    <w:tmpl w:val="CD04BA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1B52CA"/>
    <w:multiLevelType w:val="hybridMultilevel"/>
    <w:tmpl w:val="B82ADBEC"/>
    <w:lvl w:ilvl="0" w:tplc="3BEADA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D3757"/>
    <w:multiLevelType w:val="hybridMultilevel"/>
    <w:tmpl w:val="377E4CB0"/>
    <w:lvl w:ilvl="0" w:tplc="4D588FA6">
      <w:start w:val="1"/>
      <w:numFmt w:val="bullet"/>
      <w:lvlText w:val=""/>
      <w:lvlJc w:val="left"/>
      <w:pPr>
        <w:ind w:left="1946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6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706" w:hanging="360"/>
      </w:pPr>
      <w:rPr>
        <w:rFonts w:ascii="Wingdings" w:hAnsi="Wingdings" w:hint="default"/>
      </w:rPr>
    </w:lvl>
  </w:abstractNum>
  <w:abstractNum w:abstractNumId="6">
    <w:nsid w:val="3E741BD0"/>
    <w:multiLevelType w:val="multilevel"/>
    <w:tmpl w:val="1DFA7D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82"/>
        </w:tabs>
        <w:ind w:left="17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56"/>
        </w:tabs>
        <w:ind w:left="2256" w:hanging="1800"/>
      </w:pPr>
      <w:rPr>
        <w:rFonts w:cs="Times New Roman" w:hint="default"/>
      </w:rPr>
    </w:lvl>
  </w:abstractNum>
  <w:abstractNum w:abstractNumId="7">
    <w:nsid w:val="4FDD28BC"/>
    <w:multiLevelType w:val="multilevel"/>
    <w:tmpl w:val="FB18896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cs="Times New Roman" w:hint="default"/>
        <w:i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cs="Times New Roman" w:hint="default"/>
        <w:i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cs="Times New Roman" w:hint="default"/>
        <w:i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cs="Times New Roman" w:hint="default"/>
        <w:i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cs="Times New Roman" w:hint="default"/>
        <w:i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cs="Times New Roman" w:hint="default"/>
        <w:i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cs="Times New Roman" w:hint="default"/>
        <w:i/>
        <w:color w:val="000000"/>
      </w:rPr>
    </w:lvl>
  </w:abstractNum>
  <w:abstractNum w:abstractNumId="8">
    <w:nsid w:val="517F3F99"/>
    <w:multiLevelType w:val="hybridMultilevel"/>
    <w:tmpl w:val="E176EEC4"/>
    <w:lvl w:ilvl="0" w:tplc="3BEADA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344FA"/>
    <w:multiLevelType w:val="multilevel"/>
    <w:tmpl w:val="CD2CA9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8B901E1"/>
    <w:multiLevelType w:val="hybridMultilevel"/>
    <w:tmpl w:val="63ECC678"/>
    <w:lvl w:ilvl="0" w:tplc="3BEADA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8862E3"/>
    <w:multiLevelType w:val="multilevel"/>
    <w:tmpl w:val="B9E2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A2765F"/>
    <w:multiLevelType w:val="hybridMultilevel"/>
    <w:tmpl w:val="38128F0C"/>
    <w:lvl w:ilvl="0" w:tplc="3BEADA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72DE9"/>
    <w:multiLevelType w:val="hybridMultilevel"/>
    <w:tmpl w:val="221A9454"/>
    <w:lvl w:ilvl="0" w:tplc="3BEADA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83F1C"/>
    <w:multiLevelType w:val="hybridMultilevel"/>
    <w:tmpl w:val="B700FB9A"/>
    <w:lvl w:ilvl="0" w:tplc="0419000F">
      <w:start w:val="1"/>
      <w:numFmt w:val="decimal"/>
      <w:lvlText w:val="%1."/>
      <w:lvlJc w:val="left"/>
      <w:pPr>
        <w:ind w:left="13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  <w:rPr>
        <w:rFonts w:cs="Times New Roman"/>
      </w:rPr>
    </w:lvl>
  </w:abstractNum>
  <w:abstractNum w:abstractNumId="15">
    <w:nsid w:val="6A785DD3"/>
    <w:multiLevelType w:val="multilevel"/>
    <w:tmpl w:val="8502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860E77"/>
    <w:multiLevelType w:val="multilevel"/>
    <w:tmpl w:val="5EA07A0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72BD0E35"/>
    <w:multiLevelType w:val="hybridMultilevel"/>
    <w:tmpl w:val="9B72CE26"/>
    <w:lvl w:ilvl="0" w:tplc="EA3456AC">
      <w:start w:val="1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8">
    <w:nsid w:val="79587DE0"/>
    <w:multiLevelType w:val="hybridMultilevel"/>
    <w:tmpl w:val="7FDE02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"/>
  </w:num>
  <w:num w:numId="5">
    <w:abstractNumId w:val="15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17"/>
  </w:num>
  <w:num w:numId="11">
    <w:abstractNumId w:val="16"/>
  </w:num>
  <w:num w:numId="12">
    <w:abstractNumId w:val="8"/>
  </w:num>
  <w:num w:numId="13">
    <w:abstractNumId w:val="10"/>
  </w:num>
  <w:num w:numId="14">
    <w:abstractNumId w:val="12"/>
  </w:num>
  <w:num w:numId="15">
    <w:abstractNumId w:val="4"/>
  </w:num>
  <w:num w:numId="16">
    <w:abstractNumId w:val="0"/>
  </w:num>
  <w:num w:numId="17">
    <w:abstractNumId w:val="13"/>
  </w:num>
  <w:num w:numId="18">
    <w:abstractNumId w:val="2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CA8"/>
    <w:rsid w:val="00010DBD"/>
    <w:rsid w:val="00040CA8"/>
    <w:rsid w:val="00074507"/>
    <w:rsid w:val="00083183"/>
    <w:rsid w:val="00084024"/>
    <w:rsid w:val="000D62EA"/>
    <w:rsid w:val="000F7DF6"/>
    <w:rsid w:val="00143FBF"/>
    <w:rsid w:val="00162699"/>
    <w:rsid w:val="00190641"/>
    <w:rsid w:val="001F2C27"/>
    <w:rsid w:val="002111F6"/>
    <w:rsid w:val="002452DF"/>
    <w:rsid w:val="00256E7B"/>
    <w:rsid w:val="002914F4"/>
    <w:rsid w:val="002F4610"/>
    <w:rsid w:val="003109C4"/>
    <w:rsid w:val="00316C72"/>
    <w:rsid w:val="00351F66"/>
    <w:rsid w:val="0038485A"/>
    <w:rsid w:val="003A08D9"/>
    <w:rsid w:val="00445A8D"/>
    <w:rsid w:val="004833B1"/>
    <w:rsid w:val="004A3F3F"/>
    <w:rsid w:val="00511B38"/>
    <w:rsid w:val="00516DC2"/>
    <w:rsid w:val="00570101"/>
    <w:rsid w:val="005A66EA"/>
    <w:rsid w:val="005F31FC"/>
    <w:rsid w:val="00627BFD"/>
    <w:rsid w:val="006925E3"/>
    <w:rsid w:val="006A6A88"/>
    <w:rsid w:val="00737A46"/>
    <w:rsid w:val="00753F42"/>
    <w:rsid w:val="00767765"/>
    <w:rsid w:val="00767D74"/>
    <w:rsid w:val="00796F00"/>
    <w:rsid w:val="007A2AA1"/>
    <w:rsid w:val="007C02DD"/>
    <w:rsid w:val="007F477E"/>
    <w:rsid w:val="00887F0F"/>
    <w:rsid w:val="00931AF6"/>
    <w:rsid w:val="00937724"/>
    <w:rsid w:val="009837F4"/>
    <w:rsid w:val="009968CB"/>
    <w:rsid w:val="009B2091"/>
    <w:rsid w:val="009B4AF0"/>
    <w:rsid w:val="00A21BA3"/>
    <w:rsid w:val="00A41573"/>
    <w:rsid w:val="00A56E95"/>
    <w:rsid w:val="00A90286"/>
    <w:rsid w:val="00A96F57"/>
    <w:rsid w:val="00AF60BF"/>
    <w:rsid w:val="00B05E8C"/>
    <w:rsid w:val="00B50B77"/>
    <w:rsid w:val="00B56541"/>
    <w:rsid w:val="00BA16D0"/>
    <w:rsid w:val="00BA2A6C"/>
    <w:rsid w:val="00BF3EAF"/>
    <w:rsid w:val="00C275F3"/>
    <w:rsid w:val="00C43A1B"/>
    <w:rsid w:val="00C91093"/>
    <w:rsid w:val="00CB4E0B"/>
    <w:rsid w:val="00CC0FE0"/>
    <w:rsid w:val="00CE5636"/>
    <w:rsid w:val="00D035F7"/>
    <w:rsid w:val="00D2489E"/>
    <w:rsid w:val="00D335AF"/>
    <w:rsid w:val="00DA23B9"/>
    <w:rsid w:val="00E15277"/>
    <w:rsid w:val="00E67008"/>
    <w:rsid w:val="00E836DC"/>
    <w:rsid w:val="00EF2938"/>
    <w:rsid w:val="00EF60CC"/>
    <w:rsid w:val="00F10AEA"/>
    <w:rsid w:val="00F900A0"/>
    <w:rsid w:val="00FC03CE"/>
    <w:rsid w:val="00FC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507"/>
    <w:rPr>
      <w:rFonts w:ascii="Times New Roman" w:eastAsia="Times New Roman" w:hAnsi="Times New Roman"/>
      <w:sz w:val="26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0CA8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1573"/>
    <w:pPr>
      <w:keepNext/>
      <w:keepLines/>
      <w:spacing w:before="200"/>
      <w:outlineLvl w:val="1"/>
    </w:pPr>
    <w:rPr>
      <w:rFonts w:ascii="Cambria" w:hAnsi="Cambria"/>
      <w:b/>
      <w:bCs/>
      <w:color w:val="4F81BD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0CA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41573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040CA8"/>
    <w:pPr>
      <w:widowControl w:val="0"/>
      <w:shd w:val="clear" w:color="auto" w:fill="FFFFFF"/>
      <w:autoSpaceDE w:val="0"/>
      <w:autoSpaceDN w:val="0"/>
      <w:adjustRightInd w:val="0"/>
      <w:spacing w:line="312" w:lineRule="exact"/>
      <w:ind w:left="101"/>
    </w:pPr>
    <w:rPr>
      <w:color w:val="000000"/>
      <w:spacing w:val="-3"/>
      <w:sz w:val="24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40CA8"/>
    <w:rPr>
      <w:rFonts w:ascii="Times New Roman" w:hAnsi="Times New Roman" w:cs="Times New Roman"/>
      <w:color w:val="000000"/>
      <w:spacing w:val="-3"/>
      <w:sz w:val="26"/>
      <w:szCs w:val="26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040CA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tentheader2cols">
    <w:name w:val="contentheader2cols"/>
    <w:basedOn w:val="Normal"/>
    <w:uiPriority w:val="99"/>
    <w:rsid w:val="00040CA8"/>
    <w:pPr>
      <w:spacing w:before="51"/>
      <w:ind w:left="257"/>
    </w:pPr>
    <w:rPr>
      <w:b/>
      <w:bCs/>
      <w:color w:val="3560A7"/>
      <w:sz w:val="22"/>
      <w:szCs w:val="22"/>
    </w:rPr>
  </w:style>
  <w:style w:type="paragraph" w:customStyle="1" w:styleId="a">
    <w:name w:val="Знак"/>
    <w:basedOn w:val="Normal"/>
    <w:uiPriority w:val="99"/>
    <w:rsid w:val="00040C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Normal"/>
    <w:uiPriority w:val="99"/>
    <w:rsid w:val="00516DC2"/>
    <w:pPr>
      <w:widowControl w:val="0"/>
      <w:autoSpaceDE w:val="0"/>
      <w:autoSpaceDN w:val="0"/>
      <w:adjustRightInd w:val="0"/>
      <w:spacing w:line="278" w:lineRule="exact"/>
      <w:ind w:firstLine="542"/>
      <w:jc w:val="both"/>
    </w:pPr>
    <w:rPr>
      <w:rFonts w:ascii="Arial" w:hAnsi="Arial" w:cs="Arial"/>
      <w:sz w:val="24"/>
    </w:rPr>
  </w:style>
  <w:style w:type="paragraph" w:customStyle="1" w:styleId="Style7">
    <w:name w:val="Style7"/>
    <w:basedOn w:val="Normal"/>
    <w:uiPriority w:val="99"/>
    <w:rsid w:val="00516DC2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Style11">
    <w:name w:val="Style11"/>
    <w:basedOn w:val="Normal"/>
    <w:uiPriority w:val="99"/>
    <w:rsid w:val="00516DC2"/>
    <w:pPr>
      <w:widowControl w:val="0"/>
      <w:autoSpaceDE w:val="0"/>
      <w:autoSpaceDN w:val="0"/>
      <w:adjustRightInd w:val="0"/>
      <w:spacing w:line="276" w:lineRule="exact"/>
      <w:ind w:hanging="461"/>
      <w:jc w:val="both"/>
    </w:pPr>
    <w:rPr>
      <w:rFonts w:ascii="Arial" w:hAnsi="Arial" w:cs="Arial"/>
      <w:sz w:val="24"/>
    </w:rPr>
  </w:style>
  <w:style w:type="character" w:customStyle="1" w:styleId="FontStyle16">
    <w:name w:val="Font Style16"/>
    <w:basedOn w:val="DefaultParagraphFont"/>
    <w:uiPriority w:val="99"/>
    <w:rsid w:val="00516DC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basedOn w:val="DefaultParagraphFont"/>
    <w:uiPriority w:val="99"/>
    <w:rsid w:val="00516DC2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efaultParagraphFont"/>
    <w:uiPriority w:val="99"/>
    <w:rsid w:val="00516DC2"/>
    <w:rPr>
      <w:rFonts w:ascii="Times New Roman" w:hAnsi="Times New Roman" w:cs="Times New Roman"/>
      <w:spacing w:val="-10"/>
      <w:sz w:val="24"/>
      <w:szCs w:val="24"/>
    </w:rPr>
  </w:style>
  <w:style w:type="table" w:styleId="TableGrid">
    <w:name w:val="Table Grid"/>
    <w:basedOn w:val="TableNormal"/>
    <w:uiPriority w:val="99"/>
    <w:rsid w:val="00516DC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910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C910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109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910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1093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627B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27BF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0">
    <w:name w:val="Базовый"/>
    <w:uiPriority w:val="99"/>
    <w:rsid w:val="00AF60BF"/>
    <w:pPr>
      <w:widowControl w:val="0"/>
      <w:suppressAutoHyphens/>
      <w:spacing w:after="200" w:line="276" w:lineRule="auto"/>
    </w:pPr>
    <w:rPr>
      <w:rFonts w:ascii="Arial" w:hAnsi="Arial" w:cs="Tahoma"/>
      <w:sz w:val="20"/>
      <w:szCs w:val="24"/>
    </w:rPr>
  </w:style>
  <w:style w:type="paragraph" w:styleId="NormalWeb">
    <w:name w:val="Normal (Web)"/>
    <w:basedOn w:val="Normal"/>
    <w:uiPriority w:val="99"/>
    <w:rsid w:val="00EF60CC"/>
    <w:pPr>
      <w:spacing w:before="100" w:beforeAutospacing="1" w:after="100" w:afterAutospacing="1"/>
    </w:pPr>
    <w:rPr>
      <w:sz w:val="24"/>
    </w:rPr>
  </w:style>
  <w:style w:type="paragraph" w:customStyle="1" w:styleId="Default">
    <w:name w:val="Default"/>
    <w:uiPriority w:val="99"/>
    <w:rsid w:val="00256E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rsid w:val="00A4157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A41573"/>
    <w:rPr>
      <w:rFonts w:cs="Times New Roman"/>
      <w:b/>
      <w:bCs/>
    </w:rPr>
  </w:style>
  <w:style w:type="paragraph" w:styleId="NoSpacing">
    <w:name w:val="No Spacing"/>
    <w:uiPriority w:val="99"/>
    <w:qFormat/>
    <w:rsid w:val="00EF293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</TotalTime>
  <Pages>2</Pages>
  <Words>387</Words>
  <Characters>2206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irina_k</cp:lastModifiedBy>
  <cp:revision>11</cp:revision>
  <cp:lastPrinted>2014-12-08T11:45:00Z</cp:lastPrinted>
  <dcterms:created xsi:type="dcterms:W3CDTF">2014-11-20T12:04:00Z</dcterms:created>
  <dcterms:modified xsi:type="dcterms:W3CDTF">2016-07-11T10:28:00Z</dcterms:modified>
</cp:coreProperties>
</file>